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66" w:rsidRDefault="005B4C66" w:rsidP="000E4D1D">
      <w:pPr>
        <w:pStyle w:val="ConsPlusNormal"/>
        <w:jc w:val="center"/>
        <w:rPr>
          <w:sz w:val="28"/>
          <w:szCs w:val="28"/>
        </w:rPr>
      </w:pPr>
    </w:p>
    <w:p w:rsidR="005B4C66" w:rsidRPr="002E56F5" w:rsidRDefault="005B4C66" w:rsidP="000E4D1D">
      <w:pPr>
        <w:pStyle w:val="ConsPlusNormal"/>
        <w:jc w:val="center"/>
        <w:rPr>
          <w:sz w:val="26"/>
          <w:szCs w:val="26"/>
        </w:rPr>
      </w:pPr>
      <w:r w:rsidRPr="002E56F5">
        <w:rPr>
          <w:sz w:val="26"/>
          <w:szCs w:val="26"/>
        </w:rPr>
        <w:t>Информация</w:t>
      </w:r>
    </w:p>
    <w:p w:rsidR="005B4C66" w:rsidRPr="002E56F5" w:rsidRDefault="005B4C66" w:rsidP="000E4D1D">
      <w:pPr>
        <w:pStyle w:val="ConsPlusNormal"/>
        <w:jc w:val="center"/>
        <w:rPr>
          <w:sz w:val="26"/>
          <w:szCs w:val="26"/>
        </w:rPr>
      </w:pPr>
      <w:r w:rsidRPr="002E56F5">
        <w:rPr>
          <w:sz w:val="26"/>
          <w:szCs w:val="26"/>
        </w:rPr>
        <w:t>о количестве жилых помещений, освободившихся от прав третьих лиц, жилых помещений, поступивших в муниципальный жилищный фонд, и предоставлении жилых помещений гражданам, состоящим</w:t>
      </w:r>
    </w:p>
    <w:p w:rsidR="005B4C66" w:rsidRPr="002E56F5" w:rsidRDefault="005B4C66" w:rsidP="000E4D1D">
      <w:pPr>
        <w:pStyle w:val="ConsPlusNormal"/>
        <w:jc w:val="center"/>
        <w:rPr>
          <w:sz w:val="26"/>
          <w:szCs w:val="26"/>
        </w:rPr>
      </w:pPr>
      <w:r w:rsidRPr="002E56F5">
        <w:rPr>
          <w:sz w:val="26"/>
          <w:szCs w:val="26"/>
        </w:rPr>
        <w:t xml:space="preserve">на учете в </w:t>
      </w:r>
      <w:r>
        <w:rPr>
          <w:sz w:val="26"/>
          <w:szCs w:val="26"/>
          <w:lang w:val="en-US"/>
        </w:rPr>
        <w:t>IV</w:t>
      </w:r>
      <w:r w:rsidRPr="002E56F5">
        <w:rPr>
          <w:sz w:val="26"/>
          <w:szCs w:val="26"/>
        </w:rPr>
        <w:t xml:space="preserve"> квартале </w:t>
      </w:r>
      <w:smartTag w:uri="urn:schemas-microsoft-com:office:smarttags" w:element="metricconverter">
        <w:smartTagPr>
          <w:attr w:name="ProductID" w:val="2018 г"/>
        </w:smartTagPr>
        <w:r w:rsidRPr="002E56F5">
          <w:rPr>
            <w:sz w:val="26"/>
            <w:szCs w:val="26"/>
          </w:rPr>
          <w:t>2018 г</w:t>
        </w:r>
      </w:smartTag>
      <w:r w:rsidRPr="002E56F5">
        <w:rPr>
          <w:sz w:val="26"/>
          <w:szCs w:val="26"/>
        </w:rPr>
        <w:t>.</w:t>
      </w:r>
    </w:p>
    <w:p w:rsidR="005B4C66" w:rsidRPr="002E56F5" w:rsidRDefault="005B4C66" w:rsidP="000E4D1D">
      <w:pPr>
        <w:pStyle w:val="ConsPlusNormal"/>
        <w:jc w:val="center"/>
        <w:rPr>
          <w:sz w:val="26"/>
          <w:szCs w:val="26"/>
        </w:rPr>
      </w:pPr>
      <w:r w:rsidRPr="002E56F5">
        <w:rPr>
          <w:sz w:val="26"/>
          <w:szCs w:val="26"/>
        </w:rPr>
        <w:t>(форма применяется для ежеквартального размещения на официальном сайте органа местного самоуправления</w:t>
      </w:r>
    </w:p>
    <w:p w:rsidR="005B4C66" w:rsidRPr="002E56F5" w:rsidRDefault="005B4C66" w:rsidP="000E4D1D">
      <w:pPr>
        <w:pStyle w:val="ConsPlusNormal"/>
        <w:jc w:val="center"/>
        <w:rPr>
          <w:sz w:val="26"/>
          <w:szCs w:val="26"/>
        </w:rPr>
      </w:pPr>
      <w:r w:rsidRPr="002E56F5">
        <w:rPr>
          <w:sz w:val="26"/>
          <w:szCs w:val="26"/>
        </w:rPr>
        <w:t xml:space="preserve">в соответствии с </w:t>
      </w:r>
      <w:hyperlink r:id="rId6" w:history="1">
        <w:r w:rsidRPr="002E56F5">
          <w:rPr>
            <w:sz w:val="26"/>
            <w:szCs w:val="26"/>
          </w:rPr>
          <w:t>ч. 13 ст. 2.3</w:t>
        </w:r>
      </w:hyperlink>
      <w:r w:rsidRPr="002E56F5">
        <w:rPr>
          <w:sz w:val="26"/>
          <w:szCs w:val="26"/>
        </w:rPr>
        <w:t xml:space="preserve"> Закона Московской области от 12.12.2005 № 260/2005-ОЗ "О порядке ведения учета граждан в качестве нуждающихся в жилых помещениях, предоставляемых по договорам социального найма")</w:t>
      </w:r>
    </w:p>
    <w:p w:rsidR="005B4C66" w:rsidRPr="002E56F5" w:rsidRDefault="005B4C66" w:rsidP="000E4D1D">
      <w:pPr>
        <w:pStyle w:val="ConsPlusNormal"/>
        <w:jc w:val="both"/>
        <w:rPr>
          <w:sz w:val="26"/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273"/>
        <w:gridCol w:w="851"/>
        <w:gridCol w:w="1134"/>
        <w:gridCol w:w="709"/>
        <w:gridCol w:w="992"/>
        <w:gridCol w:w="1276"/>
        <w:gridCol w:w="1134"/>
        <w:gridCol w:w="992"/>
        <w:gridCol w:w="1134"/>
        <w:gridCol w:w="992"/>
        <w:gridCol w:w="1134"/>
        <w:gridCol w:w="851"/>
        <w:gridCol w:w="992"/>
      </w:tblGrid>
      <w:tr w:rsidR="005B4C66" w:rsidTr="00FD0571">
        <w:tc>
          <w:tcPr>
            <w:tcW w:w="2897" w:type="dxa"/>
            <w:gridSpan w:val="2"/>
            <w:vMerge w:val="restart"/>
          </w:tcPr>
          <w:p w:rsidR="005B4C66" w:rsidRDefault="005B4C66" w:rsidP="00B91525">
            <w:pPr>
              <w:pStyle w:val="ConsPlusNormal"/>
              <w:jc w:val="center"/>
            </w:pPr>
            <w:r>
              <w:t>Распределение жилых помещений муниципального жилищного фонда</w:t>
            </w:r>
          </w:p>
        </w:tc>
        <w:tc>
          <w:tcPr>
            <w:tcW w:w="1985" w:type="dxa"/>
            <w:gridSpan w:val="2"/>
          </w:tcPr>
          <w:p w:rsidR="005B4C66" w:rsidRDefault="005B4C66" w:rsidP="00B91525">
            <w:pPr>
              <w:pStyle w:val="ConsPlusNormal"/>
              <w:jc w:val="center"/>
            </w:pPr>
            <w:r>
              <w:t>Жилые помещения, приобретенные за счет средств местного бюджета</w:t>
            </w:r>
          </w:p>
        </w:tc>
        <w:tc>
          <w:tcPr>
            <w:tcW w:w="1701" w:type="dxa"/>
            <w:gridSpan w:val="2"/>
          </w:tcPr>
          <w:p w:rsidR="005B4C66" w:rsidRDefault="005B4C66" w:rsidP="00B91525">
            <w:pPr>
              <w:pStyle w:val="ConsPlusNormal"/>
              <w:jc w:val="center"/>
            </w:pPr>
            <w:r>
              <w:t>Жилые помещения, переданные от инвесторов</w:t>
            </w:r>
          </w:p>
        </w:tc>
        <w:tc>
          <w:tcPr>
            <w:tcW w:w="2410" w:type="dxa"/>
            <w:gridSpan w:val="2"/>
          </w:tcPr>
          <w:p w:rsidR="005B4C66" w:rsidRDefault="005B4C66" w:rsidP="00B91525">
            <w:pPr>
              <w:pStyle w:val="ConsPlusNormal"/>
              <w:jc w:val="center"/>
            </w:pPr>
            <w:r>
              <w:t>Жилые помещения муниципального жилищного фонда, освобожденные от прав 3-х лиц</w:t>
            </w:r>
          </w:p>
        </w:tc>
        <w:tc>
          <w:tcPr>
            <w:tcW w:w="2126" w:type="dxa"/>
            <w:gridSpan w:val="2"/>
          </w:tcPr>
          <w:p w:rsidR="005B4C66" w:rsidRDefault="005B4C66" w:rsidP="00B91525">
            <w:pPr>
              <w:pStyle w:val="ConsPlusNormal"/>
              <w:jc w:val="center"/>
            </w:pPr>
            <w:r>
              <w:t>Жилые помещения, поступившие в муниципальный жилищный фонд как выморочное имущество</w:t>
            </w:r>
          </w:p>
        </w:tc>
        <w:tc>
          <w:tcPr>
            <w:tcW w:w="2126" w:type="dxa"/>
            <w:gridSpan w:val="2"/>
          </w:tcPr>
          <w:p w:rsidR="005B4C66" w:rsidRDefault="005B4C66" w:rsidP="00B91525">
            <w:pPr>
              <w:pStyle w:val="ConsPlusNormal"/>
              <w:jc w:val="center"/>
            </w:pPr>
            <w:r>
              <w:t>Жилые помещения, поступившие в муниципальный жилищный фонд в виде пожертвования</w:t>
            </w:r>
          </w:p>
        </w:tc>
        <w:tc>
          <w:tcPr>
            <w:tcW w:w="851" w:type="dxa"/>
            <w:vMerge w:val="restart"/>
          </w:tcPr>
          <w:p w:rsidR="005B4C66" w:rsidRDefault="005B4C66" w:rsidP="00023BF8">
            <w:pPr>
              <w:pStyle w:val="ConsPlusNormal"/>
              <w:jc w:val="center"/>
            </w:pPr>
            <w:r>
              <w:t>Всего в 2018 году</w:t>
            </w:r>
          </w:p>
        </w:tc>
        <w:tc>
          <w:tcPr>
            <w:tcW w:w="992" w:type="dxa"/>
            <w:vMerge w:val="restart"/>
          </w:tcPr>
          <w:p w:rsidR="005B4C66" w:rsidRDefault="005B4C66" w:rsidP="00012B56">
            <w:pPr>
              <w:pStyle w:val="ConsPlusNormal"/>
              <w:jc w:val="center"/>
            </w:pPr>
            <w:r>
              <w:t xml:space="preserve">В том числе в </w:t>
            </w:r>
            <w:r>
              <w:rPr>
                <w:lang w:val="en-US"/>
              </w:rPr>
              <w:t>IV</w:t>
            </w:r>
            <w:r>
              <w:t xml:space="preserve"> кв.</w:t>
            </w:r>
          </w:p>
        </w:tc>
      </w:tr>
      <w:tr w:rsidR="005B4C66" w:rsidTr="002E56F5">
        <w:tc>
          <w:tcPr>
            <w:tcW w:w="2897" w:type="dxa"/>
            <w:gridSpan w:val="2"/>
            <w:vMerge/>
          </w:tcPr>
          <w:p w:rsidR="005B4C66" w:rsidRDefault="005B4C66" w:rsidP="00B91525"/>
        </w:tc>
        <w:tc>
          <w:tcPr>
            <w:tcW w:w="851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>Всего в 2018 году</w:t>
            </w:r>
          </w:p>
        </w:tc>
        <w:tc>
          <w:tcPr>
            <w:tcW w:w="1134" w:type="dxa"/>
          </w:tcPr>
          <w:p w:rsidR="005B4C66" w:rsidRDefault="005B4C66" w:rsidP="00093AFE">
            <w:pPr>
              <w:pStyle w:val="ConsPlusNormal"/>
              <w:jc w:val="center"/>
            </w:pPr>
            <w:r>
              <w:t xml:space="preserve">В том числе во </w:t>
            </w:r>
            <w:r>
              <w:rPr>
                <w:lang w:val="en-US"/>
              </w:rPr>
              <w:t>IV</w:t>
            </w:r>
            <w:r>
              <w:t xml:space="preserve"> квартале</w:t>
            </w:r>
          </w:p>
        </w:tc>
        <w:tc>
          <w:tcPr>
            <w:tcW w:w="709" w:type="dxa"/>
          </w:tcPr>
          <w:p w:rsidR="005B4C66" w:rsidRDefault="005B4C66" w:rsidP="00934CFB">
            <w:pPr>
              <w:pStyle w:val="ConsPlusNormal"/>
              <w:ind w:left="-62"/>
              <w:jc w:val="center"/>
            </w:pPr>
            <w:r>
              <w:t>Всего в 2018 году</w:t>
            </w:r>
          </w:p>
        </w:tc>
        <w:tc>
          <w:tcPr>
            <w:tcW w:w="992" w:type="dxa"/>
          </w:tcPr>
          <w:p w:rsidR="005B4C66" w:rsidRDefault="005B4C66" w:rsidP="00934CFB">
            <w:pPr>
              <w:pStyle w:val="ConsPlusNormal"/>
              <w:ind w:left="-62" w:right="-62"/>
              <w:jc w:val="center"/>
            </w:pPr>
            <w:r>
              <w:t xml:space="preserve">В том числе во </w:t>
            </w:r>
            <w:r>
              <w:rPr>
                <w:lang w:val="en-US"/>
              </w:rPr>
              <w:t>IV</w:t>
            </w:r>
            <w:r>
              <w:t xml:space="preserve"> квартале</w:t>
            </w:r>
          </w:p>
        </w:tc>
        <w:tc>
          <w:tcPr>
            <w:tcW w:w="1276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>Всего в 2018 году</w:t>
            </w:r>
          </w:p>
        </w:tc>
        <w:tc>
          <w:tcPr>
            <w:tcW w:w="1134" w:type="dxa"/>
          </w:tcPr>
          <w:p w:rsidR="005B4C66" w:rsidRDefault="005B4C66" w:rsidP="004B1797">
            <w:pPr>
              <w:pStyle w:val="ConsPlusNormal"/>
              <w:jc w:val="center"/>
            </w:pPr>
            <w:r>
              <w:t xml:space="preserve">В том числе во </w:t>
            </w:r>
            <w:r>
              <w:rPr>
                <w:lang w:val="en-US"/>
              </w:rPr>
              <w:t>IV</w:t>
            </w:r>
            <w:r>
              <w:t xml:space="preserve"> квартале</w:t>
            </w:r>
          </w:p>
        </w:tc>
        <w:tc>
          <w:tcPr>
            <w:tcW w:w="992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>Всего в 2018 году</w:t>
            </w:r>
          </w:p>
        </w:tc>
        <w:tc>
          <w:tcPr>
            <w:tcW w:w="1134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 xml:space="preserve">В том числе во </w:t>
            </w:r>
            <w:r>
              <w:rPr>
                <w:lang w:val="en-US"/>
              </w:rPr>
              <w:t>IV</w:t>
            </w:r>
            <w:r>
              <w:t xml:space="preserve"> квартале</w:t>
            </w:r>
          </w:p>
        </w:tc>
        <w:tc>
          <w:tcPr>
            <w:tcW w:w="992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>Всего в 2018 году</w:t>
            </w:r>
          </w:p>
        </w:tc>
        <w:tc>
          <w:tcPr>
            <w:tcW w:w="1134" w:type="dxa"/>
          </w:tcPr>
          <w:p w:rsidR="005B4C66" w:rsidRDefault="005B4C66" w:rsidP="00023BF8">
            <w:pPr>
              <w:pStyle w:val="ConsPlusNormal"/>
              <w:jc w:val="center"/>
            </w:pPr>
            <w:r>
              <w:t xml:space="preserve">В том числе во </w:t>
            </w:r>
            <w:r>
              <w:rPr>
                <w:lang w:val="en-US"/>
              </w:rPr>
              <w:t>IV</w:t>
            </w:r>
            <w:r>
              <w:t xml:space="preserve"> квартале</w:t>
            </w:r>
          </w:p>
        </w:tc>
        <w:tc>
          <w:tcPr>
            <w:tcW w:w="851" w:type="dxa"/>
            <w:vMerge/>
          </w:tcPr>
          <w:p w:rsidR="005B4C66" w:rsidRDefault="005B4C66" w:rsidP="00B91525"/>
        </w:tc>
        <w:tc>
          <w:tcPr>
            <w:tcW w:w="992" w:type="dxa"/>
            <w:vMerge/>
          </w:tcPr>
          <w:p w:rsidR="005B4C66" w:rsidRDefault="005B4C66" w:rsidP="00B91525"/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1.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по договорам социального найма, из них:</w:t>
            </w:r>
          </w:p>
        </w:tc>
        <w:tc>
          <w:tcPr>
            <w:tcW w:w="851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 w:rsidP="00B91525">
            <w:pPr>
              <w:pStyle w:val="ConsPlusNormal"/>
            </w:pPr>
            <w:r>
              <w:t>1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5B4C66" w:rsidRPr="00580F5B" w:rsidRDefault="005B4C66" w:rsidP="00B91525">
            <w:pPr>
              <w:pStyle w:val="ConsPlusNormal"/>
            </w:pPr>
            <w:r>
              <w:t>0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>
              <w:t>1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1.1.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Очередникам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5B4C66" w:rsidRPr="008443C6" w:rsidRDefault="005B4C66">
            <w:r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2</w:t>
            </w:r>
          </w:p>
        </w:tc>
        <w:tc>
          <w:tcPr>
            <w:tcW w:w="992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1.2.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Внеочередникам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1.3.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Первоочередникам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2.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гражданам, переселяемым из аварийного жилищного фонда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3.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по договорам служебного найма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1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4.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по договорам коммерческого найма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 w:rsidP="00B91525">
            <w:pPr>
              <w:pStyle w:val="ConsPlusNormal"/>
            </w:pP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</w:p>
        </w:tc>
        <w:tc>
          <w:tcPr>
            <w:tcW w:w="1276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2</w:t>
            </w:r>
          </w:p>
        </w:tc>
        <w:tc>
          <w:tcPr>
            <w:tcW w:w="1134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2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5.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по договорам найма (общежитие)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6.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по договорам найма (маневренный фонд)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7.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Реализованы по договорам купли-продажи (кроме приватизации)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8.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Предоставлены иным категориям граждан (указать категорию и основание предоставления)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276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</w:tr>
      <w:tr w:rsidR="005B4C66" w:rsidRPr="00580F5B" w:rsidTr="00F03933">
        <w:trPr>
          <w:trHeight w:val="2565"/>
        </w:trPr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9.</w:t>
            </w: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Свободные жилые помещения муниципального жилищного фонда (по которым на дату размещения информации не принято решение о предоставлении)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4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4</w:t>
            </w:r>
          </w:p>
        </w:tc>
      </w:tr>
      <w:tr w:rsidR="005B4C66" w:rsidRPr="00580F5B" w:rsidTr="002E56F5">
        <w:tc>
          <w:tcPr>
            <w:tcW w:w="624" w:type="dxa"/>
          </w:tcPr>
          <w:p w:rsidR="005B4C66" w:rsidRPr="00580F5B" w:rsidRDefault="005B4C66" w:rsidP="00B91525">
            <w:pPr>
              <w:pStyle w:val="ConsPlusNormal"/>
            </w:pPr>
          </w:p>
        </w:tc>
        <w:tc>
          <w:tcPr>
            <w:tcW w:w="2273" w:type="dxa"/>
          </w:tcPr>
          <w:p w:rsidR="005B4C66" w:rsidRPr="00580F5B" w:rsidRDefault="005B4C66" w:rsidP="00B91525">
            <w:pPr>
              <w:pStyle w:val="ConsPlusNormal"/>
              <w:jc w:val="both"/>
            </w:pPr>
            <w:r w:rsidRPr="00580F5B">
              <w:t>Всего</w:t>
            </w:r>
          </w:p>
        </w:tc>
        <w:tc>
          <w:tcPr>
            <w:tcW w:w="851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709" w:type="dxa"/>
          </w:tcPr>
          <w:p w:rsidR="005B4C66" w:rsidRPr="00580F5B" w:rsidRDefault="005B4C66" w:rsidP="00F40053">
            <w:pPr>
              <w:rPr>
                <w:lang w:val="en-US"/>
              </w:rPr>
            </w:pPr>
            <w:r w:rsidRPr="00580F5B">
              <w:rPr>
                <w:lang w:val="en-US"/>
              </w:rPr>
              <w:t>4</w:t>
            </w:r>
          </w:p>
        </w:tc>
        <w:tc>
          <w:tcPr>
            <w:tcW w:w="992" w:type="dxa"/>
          </w:tcPr>
          <w:p w:rsidR="005B4C66" w:rsidRPr="00580F5B" w:rsidRDefault="005B4C66">
            <w:pPr>
              <w:rPr>
                <w:lang w:val="en-US"/>
              </w:rPr>
            </w:pPr>
            <w:r w:rsidRPr="00580F5B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5B4C66" w:rsidRPr="00580F5B" w:rsidRDefault="005B4C66" w:rsidP="00012B56">
            <w:r w:rsidRPr="00580F5B">
              <w:t>7</w:t>
            </w:r>
          </w:p>
        </w:tc>
        <w:tc>
          <w:tcPr>
            <w:tcW w:w="1134" w:type="dxa"/>
          </w:tcPr>
          <w:p w:rsidR="005B4C66" w:rsidRPr="008443C6" w:rsidRDefault="005B4C66" w:rsidP="00B91525">
            <w:pPr>
              <w:pStyle w:val="ConsPlusNormal"/>
            </w:pPr>
            <w:r>
              <w:t>2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</w:pPr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992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1134" w:type="dxa"/>
          </w:tcPr>
          <w:p w:rsidR="005B4C66" w:rsidRPr="00580F5B" w:rsidRDefault="005B4C66">
            <w:r w:rsidRPr="00580F5B">
              <w:t>0</w:t>
            </w:r>
          </w:p>
        </w:tc>
        <w:tc>
          <w:tcPr>
            <w:tcW w:w="851" w:type="dxa"/>
          </w:tcPr>
          <w:p w:rsidR="005B4C66" w:rsidRPr="00580F5B" w:rsidRDefault="005B4C66" w:rsidP="00580F5B">
            <w:pPr>
              <w:pStyle w:val="ConsPlusNormal"/>
            </w:pPr>
            <w:r>
              <w:t>1</w:t>
            </w:r>
            <w:r w:rsidRPr="00580F5B">
              <w:t>1</w:t>
            </w:r>
          </w:p>
        </w:tc>
        <w:tc>
          <w:tcPr>
            <w:tcW w:w="992" w:type="dxa"/>
          </w:tcPr>
          <w:p w:rsidR="005B4C66" w:rsidRPr="00580F5B" w:rsidRDefault="005B4C66" w:rsidP="00B91525">
            <w:pPr>
              <w:pStyle w:val="ConsPlusNormal"/>
              <w:rPr>
                <w:lang w:val="en-US"/>
              </w:rPr>
            </w:pPr>
            <w:r w:rsidRPr="00580F5B">
              <w:rPr>
                <w:lang w:val="en-US"/>
              </w:rPr>
              <w:t>6</w:t>
            </w:r>
          </w:p>
        </w:tc>
      </w:tr>
    </w:tbl>
    <w:p w:rsidR="005B4C66" w:rsidRPr="00580F5B" w:rsidRDefault="005B4C66" w:rsidP="000E4D1D"/>
    <w:p w:rsidR="005B4C66" w:rsidRPr="00580F5B" w:rsidRDefault="005B4C66" w:rsidP="000E4D1D"/>
    <w:sectPr w:rsidR="005B4C66" w:rsidRPr="00580F5B" w:rsidSect="008443C6">
      <w:headerReference w:type="default" r:id="rId7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C66" w:rsidRDefault="005B4C66" w:rsidP="0096683F">
      <w:r>
        <w:separator/>
      </w:r>
    </w:p>
  </w:endnote>
  <w:endnote w:type="continuationSeparator" w:id="0">
    <w:p w:rsidR="005B4C66" w:rsidRDefault="005B4C66" w:rsidP="0096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C66" w:rsidRDefault="005B4C66" w:rsidP="0096683F">
      <w:r>
        <w:separator/>
      </w:r>
    </w:p>
  </w:footnote>
  <w:footnote w:type="continuationSeparator" w:id="0">
    <w:p w:rsidR="005B4C66" w:rsidRDefault="005B4C66" w:rsidP="0096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C66" w:rsidRDefault="005B4C6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B4C66" w:rsidRDefault="005B4C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D1D"/>
    <w:rsid w:val="00012B56"/>
    <w:rsid w:val="00023BF8"/>
    <w:rsid w:val="00071367"/>
    <w:rsid w:val="00093AFE"/>
    <w:rsid w:val="000A4058"/>
    <w:rsid w:val="000C4DCF"/>
    <w:rsid w:val="000D5D39"/>
    <w:rsid w:val="000E4D1D"/>
    <w:rsid w:val="0016243D"/>
    <w:rsid w:val="0018557C"/>
    <w:rsid w:val="001A6F27"/>
    <w:rsid w:val="001B156E"/>
    <w:rsid w:val="001C441B"/>
    <w:rsid w:val="00234488"/>
    <w:rsid w:val="002B22BE"/>
    <w:rsid w:val="002D6F84"/>
    <w:rsid w:val="002E56F5"/>
    <w:rsid w:val="00347753"/>
    <w:rsid w:val="00351398"/>
    <w:rsid w:val="004B0B68"/>
    <w:rsid w:val="004B1797"/>
    <w:rsid w:val="00522F1F"/>
    <w:rsid w:val="005738FE"/>
    <w:rsid w:val="00580F5B"/>
    <w:rsid w:val="005A148D"/>
    <w:rsid w:val="005B4C66"/>
    <w:rsid w:val="006022A7"/>
    <w:rsid w:val="00642B7B"/>
    <w:rsid w:val="00671B43"/>
    <w:rsid w:val="00687BFD"/>
    <w:rsid w:val="006B3EF5"/>
    <w:rsid w:val="00735286"/>
    <w:rsid w:val="007A3D65"/>
    <w:rsid w:val="008004F8"/>
    <w:rsid w:val="00811E0B"/>
    <w:rsid w:val="008443C6"/>
    <w:rsid w:val="00851B5C"/>
    <w:rsid w:val="008E76CA"/>
    <w:rsid w:val="00906C1F"/>
    <w:rsid w:val="009249DF"/>
    <w:rsid w:val="00925710"/>
    <w:rsid w:val="00934CFB"/>
    <w:rsid w:val="0093750E"/>
    <w:rsid w:val="00963C91"/>
    <w:rsid w:val="0096683F"/>
    <w:rsid w:val="009A6995"/>
    <w:rsid w:val="009E4A47"/>
    <w:rsid w:val="00A27005"/>
    <w:rsid w:val="00A44EA3"/>
    <w:rsid w:val="00AE7CC8"/>
    <w:rsid w:val="00B11F2D"/>
    <w:rsid w:val="00B42515"/>
    <w:rsid w:val="00B91525"/>
    <w:rsid w:val="00BA1B0D"/>
    <w:rsid w:val="00CF3207"/>
    <w:rsid w:val="00D64C3A"/>
    <w:rsid w:val="00D67958"/>
    <w:rsid w:val="00DA5482"/>
    <w:rsid w:val="00DF1013"/>
    <w:rsid w:val="00E24E8D"/>
    <w:rsid w:val="00E34BF4"/>
    <w:rsid w:val="00EC76CA"/>
    <w:rsid w:val="00EF077E"/>
    <w:rsid w:val="00EF2EB8"/>
    <w:rsid w:val="00F03933"/>
    <w:rsid w:val="00F155BF"/>
    <w:rsid w:val="00F250D6"/>
    <w:rsid w:val="00F40053"/>
    <w:rsid w:val="00F72A41"/>
    <w:rsid w:val="00F80270"/>
    <w:rsid w:val="00FD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1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2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3207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99"/>
    <w:qFormat/>
    <w:rsid w:val="00CF320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F320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0E4D1D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Nonformat">
    <w:name w:val="ConsPlusNonformat"/>
    <w:uiPriority w:val="99"/>
    <w:rsid w:val="000E4D1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668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683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9668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683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7BF20389655B042A9037DD4D2C6ED57C2BFF708B0E4A15F7A632E26FFF8DAAA8546CF45BC356C8sBt8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351</Words>
  <Characters>2003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user-jilo</dc:creator>
  <cp:keywords/>
  <dc:description/>
  <cp:lastModifiedBy>user-jilo3</cp:lastModifiedBy>
  <cp:revision>7</cp:revision>
  <cp:lastPrinted>2018-10-01T06:35:00Z</cp:lastPrinted>
  <dcterms:created xsi:type="dcterms:W3CDTF">2019-01-10T08:08:00Z</dcterms:created>
  <dcterms:modified xsi:type="dcterms:W3CDTF">2019-01-23T12:43:00Z</dcterms:modified>
</cp:coreProperties>
</file>